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D85F2" w14:textId="77777777" w:rsidR="00CC6F01" w:rsidRDefault="00CC6F01"/>
    <w:p w14:paraId="3BE9783C" w14:textId="77777777" w:rsidR="0055139F" w:rsidRDefault="0055139F"/>
    <w:p w14:paraId="1F41D043" w14:textId="77777777" w:rsidR="0055139F" w:rsidRDefault="0055139F"/>
    <w:p w14:paraId="28C0E2A9" w14:textId="77777777" w:rsidR="0055139F" w:rsidRDefault="0055139F"/>
    <w:p w14:paraId="5D0AD2A3" w14:textId="74DEA402" w:rsidR="0055139F" w:rsidRPr="00AD2DEA" w:rsidRDefault="0055139F" w:rsidP="005513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DEA">
        <w:rPr>
          <w:rFonts w:ascii="Times New Roman" w:hAnsi="Times New Roman" w:cs="Times New Roman"/>
          <w:sz w:val="24"/>
          <w:szCs w:val="24"/>
        </w:rPr>
        <w:t xml:space="preserve">Heidy </w:t>
      </w:r>
      <w:proofErr w:type="spellStart"/>
      <w:r w:rsidRPr="00AD2DEA">
        <w:rPr>
          <w:rFonts w:ascii="Times New Roman" w:hAnsi="Times New Roman" w:cs="Times New Roman"/>
          <w:sz w:val="24"/>
          <w:szCs w:val="24"/>
        </w:rPr>
        <w:t>Purga</w:t>
      </w:r>
      <w:proofErr w:type="spellEnd"/>
      <w:r w:rsidRPr="00AD2DEA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  <w:r w:rsidR="00A62B7F">
        <w:rPr>
          <w:rFonts w:ascii="Times New Roman" w:hAnsi="Times New Roman" w:cs="Times New Roman"/>
          <w:sz w:val="24"/>
          <w:szCs w:val="24"/>
        </w:rPr>
        <w:tab/>
      </w:r>
      <w:r w:rsidR="00A62B7F">
        <w:rPr>
          <w:rFonts w:ascii="Times New Roman" w:hAnsi="Times New Roman" w:cs="Times New Roman"/>
          <w:sz w:val="24"/>
          <w:szCs w:val="24"/>
        </w:rPr>
        <w:tab/>
      </w:r>
      <w:r w:rsidR="00A62B7F">
        <w:rPr>
          <w:rFonts w:ascii="Times New Roman" w:hAnsi="Times New Roman" w:cs="Times New Roman"/>
          <w:sz w:val="24"/>
          <w:szCs w:val="24"/>
        </w:rPr>
        <w:tab/>
      </w:r>
      <w:r w:rsidR="00A62B7F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</w:p>
    <w:p w14:paraId="033F9195" w14:textId="3555787F" w:rsidR="0055139F" w:rsidRPr="00AD2DEA" w:rsidRDefault="00A62B7F" w:rsidP="005513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DEA">
        <w:rPr>
          <w:rFonts w:ascii="Times New Roman" w:hAnsi="Times New Roman" w:cs="Times New Roman"/>
          <w:sz w:val="24"/>
          <w:szCs w:val="24"/>
        </w:rPr>
        <w:t>M</w:t>
      </w:r>
      <w:r w:rsidR="0055139F" w:rsidRPr="00AD2DEA">
        <w:rPr>
          <w:rFonts w:ascii="Times New Roman" w:hAnsi="Times New Roman" w:cs="Times New Roman"/>
          <w:sz w:val="24"/>
          <w:szCs w:val="24"/>
        </w:rPr>
        <w:t>inister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62B7F">
        <w:rPr>
          <w:rFonts w:ascii="Times New Roman" w:hAnsi="Times New Roman" w:cs="Times New Roman"/>
          <w:sz w:val="24"/>
          <w:szCs w:val="24"/>
        </w:rPr>
        <w:t xml:space="preserve">30.11.2023 nr </w:t>
      </w:r>
      <w:r w:rsidRPr="00A62B7F">
        <w:rPr>
          <w:rFonts w:ascii="Times New Roman" w:hAnsi="Times New Roman" w:cs="Times New Roman"/>
          <w:color w:val="171717"/>
          <w:sz w:val="24"/>
          <w:szCs w:val="24"/>
          <w:shd w:val="clear" w:color="auto" w:fill="FFFFFF"/>
        </w:rPr>
        <w:t>1-24.6/29</w:t>
      </w:r>
    </w:p>
    <w:p w14:paraId="38C0B6DA" w14:textId="77777777" w:rsidR="0055139F" w:rsidRPr="00AD2DEA" w:rsidRDefault="0055139F" w:rsidP="005513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DEA">
        <w:rPr>
          <w:rFonts w:ascii="Times New Roman" w:hAnsi="Times New Roman" w:cs="Times New Roman"/>
          <w:sz w:val="24"/>
          <w:szCs w:val="24"/>
        </w:rPr>
        <w:t>Kultuuriministeerium</w:t>
      </w:r>
      <w:r w:rsidRPr="00AD2DEA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</w:p>
    <w:p w14:paraId="5433AC1A" w14:textId="77777777" w:rsidR="0055139F" w:rsidRPr="00AD2DEA" w:rsidRDefault="00000000" w:rsidP="005513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9" w:history="1">
        <w:r w:rsidR="0055139F" w:rsidRPr="00AD2DEA">
          <w:rPr>
            <w:rStyle w:val="Hperlink"/>
            <w:rFonts w:ascii="Times New Roman" w:hAnsi="Times New Roman" w:cs="Times New Roman"/>
            <w:sz w:val="24"/>
            <w:szCs w:val="24"/>
          </w:rPr>
          <w:t>min@kul.ee</w:t>
        </w:r>
      </w:hyperlink>
    </w:p>
    <w:p w14:paraId="5D5E494B" w14:textId="77777777" w:rsidR="0055139F" w:rsidRPr="008460D0" w:rsidRDefault="0055139F" w:rsidP="005513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2EB903" w14:textId="77777777" w:rsidR="0055139F" w:rsidRPr="008460D0" w:rsidRDefault="0055139F" w:rsidP="005513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7C57BE" w14:textId="77777777" w:rsidR="0055139F" w:rsidRPr="00FF08AD" w:rsidRDefault="0055139F" w:rsidP="0055139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F08AD">
        <w:rPr>
          <w:rFonts w:ascii="Times New Roman" w:hAnsi="Times New Roman" w:cs="Times New Roman"/>
          <w:b/>
          <w:bCs/>
          <w:sz w:val="24"/>
          <w:szCs w:val="24"/>
        </w:rPr>
        <w:t>Kultuuriministri 26. jaanuari 2023.a käskkirja nr 24 „Kohalike omavalitsuste toetamine lõimumise, sealhulga kohanemise teenuste pakkumisel“ muudatustaotlus</w:t>
      </w:r>
    </w:p>
    <w:p w14:paraId="793F01F1" w14:textId="77777777" w:rsidR="0055139F" w:rsidRDefault="0055139F" w:rsidP="005513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3A6660" w14:textId="77777777" w:rsidR="0055139F" w:rsidRDefault="0055139F" w:rsidP="005513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Austatud minister</w:t>
      </w:r>
    </w:p>
    <w:p w14:paraId="3876330A" w14:textId="77777777" w:rsidR="0055139F" w:rsidRPr="008460D0" w:rsidRDefault="0055139F" w:rsidP="005513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90C906" w14:textId="77777777" w:rsidR="0055139F" w:rsidRDefault="0055139F" w:rsidP="005513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7CA793" w14:textId="77777777" w:rsidR="0055139F" w:rsidRPr="002C782B" w:rsidRDefault="0055139F" w:rsidP="005513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471">
        <w:rPr>
          <w:rFonts w:ascii="Times New Roman" w:hAnsi="Times New Roman" w:cs="Times New Roman"/>
          <w:sz w:val="24"/>
          <w:szCs w:val="24"/>
        </w:rPr>
        <w:t>Tulenevalt vajadusest muuta toetatava tegevuse eelarvet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C6471">
        <w:rPr>
          <w:rFonts w:ascii="Times New Roman" w:hAnsi="Times New Roman" w:cs="Times New Roman"/>
          <w:sz w:val="24"/>
          <w:szCs w:val="24"/>
        </w:rPr>
        <w:t xml:space="preserve"> esitab toetatava tegevuse elluviija </w:t>
      </w:r>
      <w:r w:rsidRPr="002C782B">
        <w:rPr>
          <w:rFonts w:ascii="Times New Roman" w:hAnsi="Times New Roman" w:cs="Times New Roman"/>
          <w:sz w:val="24"/>
          <w:szCs w:val="24"/>
        </w:rPr>
        <w:t xml:space="preserve">Eesti Linnade ja Valdade Liit kultuuriministri 26.01.2023 käskkirja nr 24 „Kohalike omavalitsuste toetamine lõimumise, sealhulgas kohanemise teenuste pakkumisel“ (edaspidi </w:t>
      </w:r>
      <w:r w:rsidRPr="002C782B">
        <w:rPr>
          <w:rFonts w:ascii="Times New Roman" w:hAnsi="Times New Roman" w:cs="Times New Roman"/>
          <w:i/>
          <w:iCs/>
          <w:sz w:val="24"/>
          <w:szCs w:val="24"/>
        </w:rPr>
        <w:t>TAT</w:t>
      </w:r>
      <w:r w:rsidRPr="002C782B">
        <w:rPr>
          <w:rFonts w:ascii="Times New Roman" w:hAnsi="Times New Roman" w:cs="Times New Roman"/>
          <w:sz w:val="24"/>
          <w:szCs w:val="24"/>
        </w:rPr>
        <w:t>) punkti 12 „</w:t>
      </w:r>
      <w:proofErr w:type="spellStart"/>
      <w:r w:rsidRPr="002C782B">
        <w:rPr>
          <w:rFonts w:ascii="Times New Roman" w:hAnsi="Times New Roman" w:cs="Times New Roman"/>
          <w:sz w:val="24"/>
          <w:szCs w:val="24"/>
        </w:rPr>
        <w:t>TAT-i</w:t>
      </w:r>
      <w:proofErr w:type="spellEnd"/>
      <w:r w:rsidRPr="002C782B">
        <w:rPr>
          <w:rFonts w:ascii="Times New Roman" w:hAnsi="Times New Roman" w:cs="Times New Roman"/>
          <w:sz w:val="24"/>
          <w:szCs w:val="24"/>
        </w:rPr>
        <w:t xml:space="preserve"> muutmine“ alusel rakendusasutusele </w:t>
      </w:r>
      <w:proofErr w:type="spellStart"/>
      <w:r w:rsidRPr="002C782B">
        <w:rPr>
          <w:rFonts w:ascii="Times New Roman" w:hAnsi="Times New Roman" w:cs="Times New Roman"/>
          <w:sz w:val="24"/>
          <w:szCs w:val="24"/>
        </w:rPr>
        <w:t>TAT-i</w:t>
      </w:r>
      <w:proofErr w:type="spellEnd"/>
      <w:r w:rsidRPr="002C782B">
        <w:rPr>
          <w:rFonts w:ascii="Times New Roman" w:hAnsi="Times New Roman" w:cs="Times New Roman"/>
          <w:sz w:val="24"/>
          <w:szCs w:val="24"/>
        </w:rPr>
        <w:t xml:space="preserve"> muutmise taotluse.</w:t>
      </w:r>
    </w:p>
    <w:p w14:paraId="7335754F" w14:textId="77777777" w:rsidR="0055139F" w:rsidRPr="009C6471" w:rsidRDefault="0055139F" w:rsidP="005513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E25FC4" w14:textId="77777777" w:rsidR="0055139F" w:rsidRDefault="0055139F" w:rsidP="005513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4D1">
        <w:rPr>
          <w:rFonts w:ascii="Times New Roman" w:hAnsi="Times New Roman" w:cs="Times New Roman"/>
          <w:sz w:val="24"/>
          <w:szCs w:val="24"/>
        </w:rPr>
        <w:t xml:space="preserve">Elluviija on sõlminud partnerluslepingud </w:t>
      </w:r>
      <w:r>
        <w:rPr>
          <w:rFonts w:ascii="Times New Roman" w:hAnsi="Times New Roman" w:cs="Times New Roman"/>
          <w:sz w:val="24"/>
          <w:szCs w:val="24"/>
        </w:rPr>
        <w:t>viie</w:t>
      </w:r>
      <w:r w:rsidRPr="00EE44D1">
        <w:rPr>
          <w:rFonts w:ascii="Times New Roman" w:hAnsi="Times New Roman" w:cs="Times New Roman"/>
          <w:sz w:val="24"/>
          <w:szCs w:val="24"/>
        </w:rPr>
        <w:t xml:space="preserve"> kohaliku omavalitsusega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EE44D1">
        <w:rPr>
          <w:rFonts w:ascii="Times New Roman" w:hAnsi="Times New Roman" w:cs="Times New Roman"/>
          <w:sz w:val="24"/>
          <w:szCs w:val="24"/>
        </w:rPr>
        <w:t>Tartu linna, Rakvere linna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E44D1">
        <w:rPr>
          <w:rFonts w:ascii="Times New Roman" w:hAnsi="Times New Roman" w:cs="Times New Roman"/>
          <w:sz w:val="24"/>
          <w:szCs w:val="24"/>
        </w:rPr>
        <w:t xml:space="preserve"> Tallinna linna</w:t>
      </w:r>
      <w:r>
        <w:rPr>
          <w:rFonts w:ascii="Times New Roman" w:hAnsi="Times New Roman" w:cs="Times New Roman"/>
          <w:sz w:val="24"/>
          <w:szCs w:val="24"/>
        </w:rPr>
        <w:t>, Pärnu linna ja Saaremaa valla</w:t>
      </w:r>
      <w:r w:rsidRPr="00EE44D1">
        <w:rPr>
          <w:rFonts w:ascii="Times New Roman" w:hAnsi="Times New Roman" w:cs="Times New Roman"/>
          <w:sz w:val="24"/>
          <w:szCs w:val="24"/>
        </w:rPr>
        <w:t xml:space="preserve">ga. </w:t>
      </w:r>
    </w:p>
    <w:p w14:paraId="5B80DD02" w14:textId="1E90F22E" w:rsidR="0055139F" w:rsidRDefault="0055139F" w:rsidP="005513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Leping Pärnu linnaga allkirjastati 30.11.2023, kuid vastavalt sõlmitud </w:t>
      </w:r>
      <w:r w:rsidRPr="00763B9E">
        <w:rPr>
          <w:rFonts w:ascii="Times New Roman" w:hAnsi="Times New Roman" w:cs="Times New Roman"/>
          <w:sz w:val="24"/>
          <w:szCs w:val="24"/>
        </w:rPr>
        <w:t xml:space="preserve">lepingule nr </w:t>
      </w:r>
      <w:r w:rsidR="00763B9E" w:rsidRPr="00763B9E">
        <w:rPr>
          <w:rFonts w:ascii="Times New Roman" w:hAnsi="Times New Roman" w:cs="Times New Roman"/>
          <w:sz w:val="24"/>
          <w:szCs w:val="24"/>
        </w:rPr>
        <w:t>5</w:t>
      </w:r>
      <w:r w:rsidRPr="00763B9E">
        <w:rPr>
          <w:rFonts w:ascii="Times New Roman" w:hAnsi="Times New Roman" w:cs="Times New Roman"/>
          <w:sz w:val="24"/>
          <w:szCs w:val="24"/>
        </w:rPr>
        <w:t xml:space="preserve"> alustab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Pr="00D72779">
        <w:rPr>
          <w:rFonts w:ascii="Times New Roman" w:hAnsi="Times New Roman" w:cs="Times New Roman"/>
          <w:sz w:val="24"/>
          <w:szCs w:val="24"/>
        </w:rPr>
        <w:t>artner</w:t>
      </w:r>
      <w:r>
        <w:rPr>
          <w:rFonts w:ascii="Times New Roman" w:hAnsi="Times New Roman" w:cs="Times New Roman"/>
          <w:sz w:val="24"/>
          <w:szCs w:val="24"/>
        </w:rPr>
        <w:t xml:space="preserve"> tegevustega 01.01.2024. aastal ning </w:t>
      </w:r>
      <w:r w:rsidRPr="00D72779">
        <w:rPr>
          <w:rFonts w:ascii="Times New Roman" w:hAnsi="Times New Roman" w:cs="Times New Roman"/>
          <w:sz w:val="24"/>
          <w:szCs w:val="24"/>
        </w:rPr>
        <w:t xml:space="preserve">tegevuste kulud on abikõlblikud </w:t>
      </w:r>
      <w:r>
        <w:rPr>
          <w:rFonts w:ascii="Times New Roman" w:hAnsi="Times New Roman" w:cs="Times New Roman"/>
          <w:sz w:val="24"/>
          <w:szCs w:val="24"/>
        </w:rPr>
        <w:t xml:space="preserve">kuni </w:t>
      </w:r>
      <w:r w:rsidRPr="00D72779">
        <w:rPr>
          <w:rFonts w:ascii="Times New Roman" w:hAnsi="Times New Roman" w:cs="Times New Roman"/>
          <w:sz w:val="24"/>
          <w:szCs w:val="24"/>
        </w:rPr>
        <w:t>31.12.2025.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AB8AC3" w14:textId="77777777" w:rsidR="0055139F" w:rsidRDefault="0055139F" w:rsidP="005513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Pärnu linna</w:t>
      </w:r>
      <w:r w:rsidRPr="00BC5F6D">
        <w:rPr>
          <w:rFonts w:ascii="Times New Roman" w:hAnsi="Times New Roman" w:cs="Times New Roman"/>
          <w:sz w:val="24"/>
          <w:szCs w:val="24"/>
        </w:rPr>
        <w:t xml:space="preserve"> tegevuste abikõlblik kulu </w:t>
      </w:r>
      <w:r>
        <w:rPr>
          <w:rFonts w:ascii="Times New Roman" w:hAnsi="Times New Roman" w:cs="Times New Roman"/>
          <w:sz w:val="24"/>
          <w:szCs w:val="24"/>
        </w:rPr>
        <w:t>nimetatud tähtpäevani</w:t>
      </w:r>
      <w:r w:rsidRPr="00BC5F6D">
        <w:rPr>
          <w:rFonts w:ascii="Times New Roman" w:hAnsi="Times New Roman" w:cs="Times New Roman"/>
          <w:sz w:val="24"/>
          <w:szCs w:val="24"/>
        </w:rPr>
        <w:t xml:space="preserve"> on </w:t>
      </w:r>
      <w:r>
        <w:rPr>
          <w:rFonts w:ascii="Times New Roman" w:hAnsi="Times New Roman" w:cs="Times New Roman"/>
          <w:sz w:val="24"/>
          <w:szCs w:val="24"/>
        </w:rPr>
        <w:t>110 650</w:t>
      </w:r>
      <w:r w:rsidRPr="00F41CC4">
        <w:rPr>
          <w:rFonts w:ascii="Times New Roman" w:hAnsi="Times New Roman" w:cs="Times New Roman"/>
          <w:sz w:val="24"/>
          <w:szCs w:val="24"/>
        </w:rPr>
        <w:t xml:space="preserve"> </w:t>
      </w:r>
      <w:r w:rsidRPr="00BC5F6D">
        <w:rPr>
          <w:rFonts w:ascii="Times New Roman" w:hAnsi="Times New Roman" w:cs="Times New Roman"/>
          <w:sz w:val="24"/>
          <w:szCs w:val="24"/>
        </w:rPr>
        <w:t>eurot.</w:t>
      </w:r>
      <w:r>
        <w:rPr>
          <w:rFonts w:ascii="Times New Roman" w:hAnsi="Times New Roman" w:cs="Times New Roman"/>
          <w:sz w:val="24"/>
          <w:szCs w:val="24"/>
        </w:rPr>
        <w:t xml:space="preserve"> Palun vastavalt muuta toetatava tegevuse eelarvet (TAT p 6).</w:t>
      </w:r>
    </w:p>
    <w:p w14:paraId="44F75067" w14:textId="77777777" w:rsidR="0055139F" w:rsidRPr="00D377BF" w:rsidRDefault="0055139F" w:rsidP="005513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F">
        <w:rPr>
          <w:rFonts w:ascii="Times New Roman" w:hAnsi="Times New Roman" w:cs="Times New Roman"/>
          <w:sz w:val="24"/>
          <w:szCs w:val="24"/>
        </w:rPr>
        <w:t>Täna</w:t>
      </w:r>
      <w:r>
        <w:rPr>
          <w:rFonts w:ascii="Times New Roman" w:hAnsi="Times New Roman" w:cs="Times New Roman"/>
          <w:sz w:val="24"/>
          <w:szCs w:val="24"/>
        </w:rPr>
        <w:t>me</w:t>
      </w:r>
      <w:r w:rsidRPr="00D377BF">
        <w:rPr>
          <w:rFonts w:ascii="Times New Roman" w:hAnsi="Times New Roman" w:cs="Times New Roman"/>
          <w:sz w:val="24"/>
          <w:szCs w:val="24"/>
        </w:rPr>
        <w:t xml:space="preserve"> rakendusasutuse esindajaid toetatavate tegevuste käivitamisel </w:t>
      </w:r>
      <w:r>
        <w:rPr>
          <w:rFonts w:ascii="Times New Roman" w:hAnsi="Times New Roman" w:cs="Times New Roman"/>
          <w:sz w:val="24"/>
          <w:szCs w:val="24"/>
        </w:rPr>
        <w:t xml:space="preserve">ja elluviimisel </w:t>
      </w:r>
      <w:r w:rsidRPr="00D377BF">
        <w:rPr>
          <w:rFonts w:ascii="Times New Roman" w:hAnsi="Times New Roman" w:cs="Times New Roman"/>
          <w:sz w:val="24"/>
          <w:szCs w:val="24"/>
        </w:rPr>
        <w:t xml:space="preserve">osutatud abi eest ning oleme vajadusel valmis </w:t>
      </w:r>
      <w:proofErr w:type="spellStart"/>
      <w:r w:rsidRPr="00D377BF">
        <w:rPr>
          <w:rFonts w:ascii="Times New Roman" w:hAnsi="Times New Roman" w:cs="Times New Roman"/>
          <w:sz w:val="24"/>
          <w:szCs w:val="24"/>
        </w:rPr>
        <w:t>TAT-i</w:t>
      </w:r>
      <w:proofErr w:type="spellEnd"/>
      <w:r w:rsidRPr="00D377BF">
        <w:rPr>
          <w:rFonts w:ascii="Times New Roman" w:hAnsi="Times New Roman" w:cs="Times New Roman"/>
          <w:sz w:val="24"/>
          <w:szCs w:val="24"/>
        </w:rPr>
        <w:t xml:space="preserve"> muudatusettepanekute aruteluks. Elluviija kontaktisik on ELVL nõunik </w:t>
      </w:r>
      <w:r>
        <w:rPr>
          <w:rFonts w:ascii="Times New Roman" w:hAnsi="Times New Roman" w:cs="Times New Roman"/>
          <w:sz w:val="24"/>
          <w:szCs w:val="24"/>
        </w:rPr>
        <w:t>Katre Mägi</w:t>
      </w:r>
      <w:r w:rsidRPr="00D377BF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Katre.Magi</w:t>
      </w:r>
      <w:r w:rsidRPr="00D377BF">
        <w:rPr>
          <w:rFonts w:ascii="Times New Roman" w:hAnsi="Times New Roman" w:cs="Times New Roman"/>
          <w:sz w:val="24"/>
          <w:szCs w:val="24"/>
        </w:rPr>
        <w:t>@elvl.ee).</w:t>
      </w:r>
    </w:p>
    <w:p w14:paraId="5ED4591B" w14:textId="77777777" w:rsidR="0055139F" w:rsidRDefault="0055139F" w:rsidP="005513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6B4AE9" w14:textId="77777777" w:rsidR="0055139F" w:rsidRDefault="0055139F" w:rsidP="005513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2587EA" w14:textId="77777777" w:rsidR="0055139F" w:rsidRPr="008460D0" w:rsidRDefault="0055139F" w:rsidP="005513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DBE97C" w14:textId="77777777" w:rsidR="0055139F" w:rsidRPr="008460D0" w:rsidRDefault="0055139F" w:rsidP="005513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990CD7" w14:textId="77777777" w:rsidR="0055139F" w:rsidRPr="008460D0" w:rsidRDefault="0055139F" w:rsidP="005513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0D0">
        <w:rPr>
          <w:rFonts w:ascii="Times New Roman" w:hAnsi="Times New Roman" w:cs="Times New Roman"/>
          <w:sz w:val="24"/>
          <w:szCs w:val="24"/>
        </w:rPr>
        <w:t xml:space="preserve"> Lugupidamisega </w:t>
      </w:r>
    </w:p>
    <w:p w14:paraId="758E894A" w14:textId="77777777" w:rsidR="0055139F" w:rsidRDefault="0055139F" w:rsidP="005513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35DF61" w14:textId="77777777" w:rsidR="0055139F" w:rsidRPr="005E53BD" w:rsidRDefault="0055139F" w:rsidP="0055139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E53BD">
        <w:rPr>
          <w:rFonts w:ascii="Times New Roman" w:hAnsi="Times New Roman" w:cs="Times New Roman"/>
          <w:i/>
          <w:iCs/>
          <w:sz w:val="24"/>
          <w:szCs w:val="24"/>
        </w:rPr>
        <w:t xml:space="preserve">/allkirjastatud digitaalselt/ </w:t>
      </w:r>
    </w:p>
    <w:p w14:paraId="45C7840C" w14:textId="77777777" w:rsidR="0055139F" w:rsidRPr="008460D0" w:rsidRDefault="0055139F" w:rsidP="005513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0D0">
        <w:rPr>
          <w:rFonts w:ascii="Times New Roman" w:hAnsi="Times New Roman" w:cs="Times New Roman"/>
          <w:sz w:val="24"/>
          <w:szCs w:val="24"/>
        </w:rPr>
        <w:t xml:space="preserve">Veikko Luhalaid </w:t>
      </w:r>
    </w:p>
    <w:p w14:paraId="1221AB49" w14:textId="77777777" w:rsidR="0055139F" w:rsidRPr="008460D0" w:rsidRDefault="0055139F" w:rsidP="005513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0D0">
        <w:rPr>
          <w:rFonts w:ascii="Times New Roman" w:hAnsi="Times New Roman" w:cs="Times New Roman"/>
          <w:sz w:val="24"/>
          <w:szCs w:val="24"/>
        </w:rPr>
        <w:t>tegevdirektor</w:t>
      </w:r>
    </w:p>
    <w:p w14:paraId="26246386" w14:textId="77777777" w:rsidR="0055139F" w:rsidRDefault="0055139F"/>
    <w:sectPr w:rsidR="0055139F" w:rsidSect="00CC6F0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FA2DE" w14:textId="77777777" w:rsidR="00590059" w:rsidRDefault="00590059" w:rsidP="00CC6F01">
      <w:pPr>
        <w:spacing w:after="0" w:line="240" w:lineRule="auto"/>
      </w:pPr>
      <w:r>
        <w:separator/>
      </w:r>
    </w:p>
  </w:endnote>
  <w:endnote w:type="continuationSeparator" w:id="0">
    <w:p w14:paraId="62D609BD" w14:textId="77777777" w:rsidR="00590059" w:rsidRDefault="00590059" w:rsidP="00CC6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DAFA7" w14:textId="77777777" w:rsidR="00255A8F" w:rsidRDefault="00255A8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74ACA" w14:textId="77777777" w:rsidR="00255A8F" w:rsidRDefault="00255A8F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A19EB" w14:textId="77777777" w:rsidR="00CC6F01" w:rsidRDefault="00CC6F01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_____________________________________________________________________________________________________</w:t>
    </w:r>
  </w:p>
  <w:p w14:paraId="3B9114AD" w14:textId="77777777" w:rsidR="00CC6F01" w:rsidRPr="00B35229" w:rsidRDefault="00A851FB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Lõkke 4</w:t>
    </w:r>
    <w:r w:rsidR="004B4032">
      <w:rPr>
        <w:rFonts w:ascii="Calibri" w:hAnsi="Calibri" w:cs="Calibri"/>
        <w:color w:val="3B9CCD"/>
        <w:sz w:val="18"/>
        <w:szCs w:val="18"/>
      </w:rPr>
      <w:tab/>
      <w:t xml:space="preserve"> </w:t>
    </w:r>
    <w:r w:rsidR="003F07CD">
      <w:rPr>
        <w:rFonts w:ascii="Calibri" w:hAnsi="Calibri" w:cs="Calibri"/>
        <w:color w:val="3B9CCD"/>
        <w:sz w:val="18"/>
        <w:szCs w:val="18"/>
      </w:rPr>
      <w:t xml:space="preserve">           </w:t>
    </w:r>
    <w:r w:rsidR="004B4032">
      <w:rPr>
        <w:rFonts w:ascii="Calibri" w:hAnsi="Calibri" w:cs="Calibri"/>
        <w:color w:val="3B9CCD"/>
        <w:sz w:val="18"/>
        <w:szCs w:val="18"/>
      </w:rPr>
      <w:t xml:space="preserve">                                               </w:t>
    </w:r>
    <w:r>
      <w:rPr>
        <w:rFonts w:ascii="Calibri" w:hAnsi="Calibri" w:cs="Calibri"/>
        <w:color w:val="3B9CCD"/>
        <w:sz w:val="18"/>
        <w:szCs w:val="18"/>
      </w:rPr>
      <w:t xml:space="preserve">                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Reg.nr 80185947                                </w:t>
    </w:r>
    <w:r w:rsidR="00CC6F01" w:rsidRPr="00B35229">
      <w:rPr>
        <w:rFonts w:ascii="Calibri" w:hAnsi="Calibri" w:cs="Calibri"/>
        <w:color w:val="3B9CCD"/>
        <w:sz w:val="18"/>
        <w:szCs w:val="18"/>
        <w14:textFill>
          <w14:solidFill>
            <w14:srgbClr w14:val="3B9CCD">
              <w14:lumMod w14:val="75000"/>
            </w14:srgbClr>
          </w14:solidFill>
        </w14:textFill>
      </w:rPr>
      <w:t xml:space="preserve">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                </w:t>
    </w:r>
    <w:r w:rsidR="00CC6F01" w:rsidRPr="00B35229">
      <w:rPr>
        <w:rFonts w:ascii="Calibri" w:hAnsi="Calibri" w:cs="Calibri"/>
        <w:color w:val="3B9CCD"/>
        <w:sz w:val="18"/>
        <w:szCs w:val="18"/>
        <w14:textFill>
          <w14:solidFill>
            <w14:srgbClr w14:val="3B9CCD">
              <w14:lumMod w14:val="75000"/>
            </w14:srgbClr>
          </w14:solidFill>
        </w14:textFill>
      </w:rPr>
      <w:t xml:space="preserve">     </w:t>
    </w:r>
    <w:r w:rsidR="003E6A0F">
      <w:rPr>
        <w:rFonts w:ascii="Calibri" w:hAnsi="Calibri" w:cs="Calibri"/>
        <w:color w:val="3B9CCD"/>
        <w:sz w:val="18"/>
        <w:szCs w:val="18"/>
      </w:rPr>
      <w:t xml:space="preserve">              </w:t>
    </w:r>
    <w:r w:rsidR="002A3A29">
      <w:rPr>
        <w:rFonts w:ascii="Calibri" w:hAnsi="Calibri" w:cs="Calibri"/>
        <w:color w:val="3B9CCD"/>
        <w:sz w:val="18"/>
        <w:szCs w:val="18"/>
      </w:rPr>
      <w:t xml:space="preserve"> + 372 60 43 001</w:t>
    </w:r>
  </w:p>
  <w:p w14:paraId="47D3158D" w14:textId="77777777" w:rsidR="00CC6F01" w:rsidRPr="00B35229" w:rsidRDefault="004B4032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101</w:t>
    </w:r>
    <w:r w:rsidR="00A851FB">
      <w:rPr>
        <w:rFonts w:ascii="Calibri" w:hAnsi="Calibri" w:cs="Calibri"/>
        <w:color w:val="3B9CCD"/>
        <w:sz w:val="18"/>
        <w:szCs w:val="18"/>
      </w:rPr>
      <w:t>22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Tallinn</w:t>
    </w:r>
    <w:r w:rsidR="00CC6F01" w:rsidRPr="00B35229">
      <w:rPr>
        <w:rFonts w:ascii="Calibri" w:hAnsi="Calibri" w:cs="Calibri"/>
        <w:color w:val="3B9CCD"/>
        <w:sz w:val="18"/>
        <w:szCs w:val="18"/>
      </w:rPr>
      <w:tab/>
      <w:t xml:space="preserve">                                                                     </w:t>
    </w:r>
    <w:r w:rsidR="00255A8F">
      <w:rPr>
        <w:rFonts w:ascii="Calibri" w:hAnsi="Calibri" w:cs="Calibri"/>
        <w:color w:val="3B9CCD"/>
        <w:sz w:val="18"/>
        <w:szCs w:val="18"/>
      </w:rPr>
      <w:t xml:space="preserve"> </w:t>
    </w:r>
    <w:hyperlink r:id="rId1" w:history="1">
      <w:r w:rsidR="00091744" w:rsidRPr="00240E96">
        <w:rPr>
          <w:rStyle w:val="Hperlink"/>
          <w:rFonts w:ascii="Calibri" w:hAnsi="Calibri" w:cs="Calibri"/>
          <w:sz w:val="18"/>
          <w:szCs w:val="18"/>
        </w:rPr>
        <w:t>www.elvl.ee</w:t>
      </w:r>
    </w:hyperlink>
    <w:r w:rsidR="00CC6F01" w:rsidRPr="00B35229">
      <w:rPr>
        <w:rFonts w:ascii="Calibri" w:hAnsi="Calibri" w:cs="Calibri"/>
        <w:color w:val="3B9CCD"/>
        <w:sz w:val="18"/>
        <w:szCs w:val="18"/>
      </w:rPr>
      <w:t xml:space="preserve">                                                            </w:t>
    </w:r>
    <w:r w:rsidR="003E6A0F">
      <w:rPr>
        <w:rFonts w:ascii="Calibri" w:hAnsi="Calibri" w:cs="Calibri"/>
        <w:color w:val="3B9CCD"/>
        <w:sz w:val="18"/>
        <w:szCs w:val="18"/>
      </w:rPr>
      <w:t xml:space="preserve">                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info@el</w:t>
    </w:r>
    <w:r w:rsidR="00535A99">
      <w:rPr>
        <w:rFonts w:ascii="Calibri" w:hAnsi="Calibri" w:cs="Calibri"/>
        <w:color w:val="3B9CCD"/>
        <w:sz w:val="18"/>
        <w:szCs w:val="18"/>
      </w:rPr>
      <w:t>v</w:t>
    </w:r>
    <w:r w:rsidR="00CC6F01" w:rsidRPr="00B35229">
      <w:rPr>
        <w:rFonts w:ascii="Calibri" w:hAnsi="Calibri" w:cs="Calibri"/>
        <w:color w:val="3B9CCD"/>
        <w:sz w:val="18"/>
        <w:szCs w:val="18"/>
      </w:rPr>
      <w:t>l.ee</w:t>
    </w:r>
    <w:r w:rsidR="00CC6F01" w:rsidRPr="00B35229">
      <w:rPr>
        <w:rFonts w:ascii="Calibri" w:hAnsi="Calibri" w:cs="Calibri"/>
        <w:color w:val="3B9CCD"/>
        <w:sz w:val="18"/>
        <w:szCs w:val="18"/>
      </w:rPr>
      <w:tab/>
    </w:r>
  </w:p>
  <w:p w14:paraId="07EEA0DC" w14:textId="77777777" w:rsidR="00CC6F01" w:rsidRPr="00CC6F01" w:rsidRDefault="002A3A29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Estonia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10A77" w14:textId="77777777" w:rsidR="00590059" w:rsidRDefault="00590059" w:rsidP="00CC6F01">
      <w:pPr>
        <w:spacing w:after="0" w:line="240" w:lineRule="auto"/>
      </w:pPr>
      <w:r>
        <w:separator/>
      </w:r>
    </w:p>
  </w:footnote>
  <w:footnote w:type="continuationSeparator" w:id="0">
    <w:p w14:paraId="2E2CDD53" w14:textId="77777777" w:rsidR="00590059" w:rsidRDefault="00590059" w:rsidP="00CC6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6007B" w14:textId="77777777" w:rsidR="00255A8F" w:rsidRDefault="00255A8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DDCA2" w14:textId="77777777" w:rsidR="00CC6F01" w:rsidRDefault="00CC6F01">
    <w:pPr>
      <w:pStyle w:val="Pis"/>
    </w:pPr>
  </w:p>
  <w:p w14:paraId="02E6171C" w14:textId="77777777" w:rsidR="00CC6F01" w:rsidRDefault="00CC6F01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79940" w14:textId="77777777" w:rsidR="00CC6F01" w:rsidRDefault="00CC6F01">
    <w:pPr>
      <w:pStyle w:val="Pis"/>
    </w:pPr>
    <w:r>
      <w:rPr>
        <w:noProof/>
        <w:lang w:eastAsia="et-EE"/>
      </w:rPr>
      <w:drawing>
        <wp:inline distT="0" distB="0" distL="0" distR="0" wp14:anchorId="1C06D4E4" wp14:editId="4D21FF60">
          <wp:extent cx="5760720" cy="786765"/>
          <wp:effectExtent l="0" t="0" r="0" b="0"/>
          <wp:docPr id="3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LVL_blankett_est+eng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86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9F"/>
    <w:rsid w:val="0003059F"/>
    <w:rsid w:val="00047BA2"/>
    <w:rsid w:val="00091744"/>
    <w:rsid w:val="00255A8F"/>
    <w:rsid w:val="002A3A29"/>
    <w:rsid w:val="002E50B2"/>
    <w:rsid w:val="003E6A0F"/>
    <w:rsid w:val="003F07CD"/>
    <w:rsid w:val="004153BD"/>
    <w:rsid w:val="004B4032"/>
    <w:rsid w:val="00535A99"/>
    <w:rsid w:val="0055139F"/>
    <w:rsid w:val="00590059"/>
    <w:rsid w:val="005E53BD"/>
    <w:rsid w:val="00643FEF"/>
    <w:rsid w:val="00763B9E"/>
    <w:rsid w:val="008A4BA7"/>
    <w:rsid w:val="00A62B7F"/>
    <w:rsid w:val="00A851FB"/>
    <w:rsid w:val="00C56B8A"/>
    <w:rsid w:val="00C8109F"/>
    <w:rsid w:val="00CC6F01"/>
    <w:rsid w:val="00F93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6D4FB1"/>
  <w15:docId w15:val="{72BB6717-0BE7-4FEF-BC99-1C5307CFA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5139F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CC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C6F01"/>
  </w:style>
  <w:style w:type="paragraph" w:styleId="Jalus">
    <w:name w:val="footer"/>
    <w:basedOn w:val="Normaallaad"/>
    <w:link w:val="JalusMrk"/>
    <w:uiPriority w:val="99"/>
    <w:unhideWhenUsed/>
    <w:rsid w:val="00CC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C6F01"/>
  </w:style>
  <w:style w:type="character" w:styleId="Hperlink">
    <w:name w:val="Hyperlink"/>
    <w:basedOn w:val="Liguvaikefont"/>
    <w:uiPriority w:val="99"/>
    <w:unhideWhenUsed/>
    <w:rsid w:val="00CC6F01"/>
    <w:rPr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35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35A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min@kul.ee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lvl.ee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re.magi\OneDrive%20-%20KOV%20IT\T&#246;&#246;laud\ELVL%20kirjaplank%20_%20202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81c65f-5842-43c9-a691-e445a40616d7">
      <Terms xmlns="http://schemas.microsoft.com/office/infopath/2007/PartnerControls"/>
    </lcf76f155ced4ddcb4097134ff3c332f>
    <TaxCatchAll xmlns="51e387ab-2cf3-47c1-961d-d9fa51046f5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479CD319D7BE4699FE88EEFEEE7C57" ma:contentTypeVersion="19" ma:contentTypeDescription="Loo uus dokument" ma:contentTypeScope="" ma:versionID="04fc6977a6f22b3bf709b6201cc5167e">
  <xsd:schema xmlns:xsd="http://www.w3.org/2001/XMLSchema" xmlns:xs="http://www.w3.org/2001/XMLSchema" xmlns:p="http://schemas.microsoft.com/office/2006/metadata/properties" xmlns:ns2="0d81c65f-5842-43c9-a691-e445a40616d7" xmlns:ns3="51e387ab-2cf3-47c1-961d-d9fa51046f5a" targetNamespace="http://schemas.microsoft.com/office/2006/metadata/properties" ma:root="true" ma:fieldsID="c02d94989fb2733ea2d1ab1ff56f1960" ns2:_="" ns3:_="">
    <xsd:import namespace="0d81c65f-5842-43c9-a691-e445a40616d7"/>
    <xsd:import namespace="51e387ab-2cf3-47c1-961d-d9fa51046f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1c65f-5842-43c9-a691-e445a40616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Pildisildid" ma:readOnly="false" ma:fieldId="{5cf76f15-5ced-4ddc-b409-7134ff3c332f}" ma:taxonomyMulti="true" ma:sspId="2765f91d-7ede-454c-a68b-1b422a717c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387ab-2cf3-47c1-961d-d9fa51046f5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d4b029d-fafb-4083-b8c9-6fb998ff47d5}" ma:internalName="TaxCatchAll" ma:showField="CatchAllData" ma:web="51e387ab-2cf3-47c1-961d-d9fa51046f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8E2379-85F4-4CEA-A39B-21ABCB5D29AE}">
  <ds:schemaRefs>
    <ds:schemaRef ds:uri="http://schemas.microsoft.com/office/2006/metadata/properties"/>
    <ds:schemaRef ds:uri="http://schemas.microsoft.com/office/infopath/2007/PartnerControls"/>
    <ds:schemaRef ds:uri="0d81c65f-5842-43c9-a691-e445a40616d7"/>
    <ds:schemaRef ds:uri="51e387ab-2cf3-47c1-961d-d9fa51046f5a"/>
  </ds:schemaRefs>
</ds:datastoreItem>
</file>

<file path=customXml/itemProps2.xml><?xml version="1.0" encoding="utf-8"?>
<ds:datastoreItem xmlns:ds="http://schemas.openxmlformats.org/officeDocument/2006/customXml" ds:itemID="{754B9865-3371-46D8-A133-4836EA3F29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0FFC05-61D6-4327-800F-5D7F83693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81c65f-5842-43c9-a691-e445a40616d7"/>
    <ds:schemaRef ds:uri="51e387ab-2cf3-47c1-961d-d9fa51046f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ELVL kirjaplank _ 2023</Template>
  <TotalTime>6</TotalTime>
  <Pages>1</Pages>
  <Words>215</Words>
  <Characters>1252</Characters>
  <Application>Microsoft Office Word</Application>
  <DocSecurity>0</DocSecurity>
  <Lines>10</Lines>
  <Paragraphs>2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Katre Mägi</dc:creator>
  <cp:lastModifiedBy>Katre Mägi</cp:lastModifiedBy>
  <cp:revision>4</cp:revision>
  <dcterms:created xsi:type="dcterms:W3CDTF">2023-11-30T11:53:00Z</dcterms:created>
  <dcterms:modified xsi:type="dcterms:W3CDTF">2023-11-30T12:27:00Z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0x01010042479CD319D7BE4699FE88EEFEEE7C57</vt:lpwstr>
  </property>
  <property fmtid="{D5CDD505-2E9C-101B-9397-08002B2CF9AE}" pid="3" name="Order">
    <vt:r8>6200</vt:r8>
  </property>
  <property fmtid="{D5CDD505-2E9C-101B-9397-08002B2CF9AE}" pid="4" name="MediaServiceImageTags">
    <vt:lpwstr/>
  </property>
</Properties>
</file>